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604" w:rsidRPr="00562FC7" w:rsidRDefault="00E51604" w:rsidP="007377A0">
      <w:pPr>
        <w:pStyle w:val="BodyText"/>
        <w:ind w:left="5387"/>
        <w:jc w:val="right"/>
        <w:rPr>
          <w:rFonts w:ascii="Times New Roman" w:hAnsi="Times New Roman" w:cs="Times New Roman"/>
          <w:sz w:val="26"/>
          <w:szCs w:val="26"/>
        </w:rPr>
      </w:pPr>
      <w:r w:rsidRPr="00562FC7">
        <w:rPr>
          <w:rFonts w:ascii="Times New Roman" w:hAnsi="Times New Roman" w:cs="Times New Roman"/>
          <w:sz w:val="26"/>
          <w:szCs w:val="26"/>
        </w:rPr>
        <w:t xml:space="preserve">Приложение </w:t>
      </w:r>
      <w:r>
        <w:rPr>
          <w:rFonts w:ascii="Times New Roman" w:hAnsi="Times New Roman" w:cs="Times New Roman"/>
          <w:sz w:val="26"/>
          <w:szCs w:val="26"/>
        </w:rPr>
        <w:t>2</w:t>
      </w:r>
    </w:p>
    <w:p w:rsidR="00E51604" w:rsidRPr="00562FC7" w:rsidRDefault="00E51604" w:rsidP="005F63F0">
      <w:pPr>
        <w:pStyle w:val="BodyText"/>
        <w:ind w:left="5387"/>
        <w:rPr>
          <w:rFonts w:ascii="Times New Roman" w:hAnsi="Times New Roman" w:cs="Times New Roman"/>
          <w:sz w:val="26"/>
          <w:szCs w:val="26"/>
        </w:rPr>
      </w:pPr>
    </w:p>
    <w:p w:rsidR="00E51604" w:rsidRPr="00B3696E" w:rsidRDefault="00E51604" w:rsidP="00B3696E">
      <w:pPr>
        <w:pStyle w:val="BodyText"/>
        <w:ind w:left="5387" w:right="-31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B3696E">
        <w:rPr>
          <w:rFonts w:ascii="Times New Roman" w:hAnsi="Times New Roman" w:cs="Times New Roman"/>
          <w:sz w:val="24"/>
          <w:szCs w:val="24"/>
        </w:rPr>
        <w:t xml:space="preserve">к Порядку о проведении оценки регулирующего воздействия проектов нормативных правовых актов </w:t>
      </w:r>
      <w:r>
        <w:rPr>
          <w:rFonts w:ascii="Times New Roman" w:hAnsi="Times New Roman" w:cs="Times New Roman"/>
          <w:sz w:val="24"/>
          <w:szCs w:val="24"/>
        </w:rPr>
        <w:t>Месединского</w:t>
      </w:r>
      <w:r w:rsidRPr="00B445F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B3696E">
        <w:rPr>
          <w:rFonts w:ascii="Times New Roman" w:hAnsi="Times New Roman" w:cs="Times New Roman"/>
          <w:sz w:val="24"/>
          <w:szCs w:val="24"/>
        </w:rPr>
        <w:t xml:space="preserve"> и экспертизы нормативных правовых актов </w:t>
      </w:r>
      <w:r>
        <w:rPr>
          <w:rFonts w:ascii="Times New Roman" w:hAnsi="Times New Roman" w:cs="Times New Roman"/>
          <w:sz w:val="24"/>
          <w:szCs w:val="24"/>
        </w:rPr>
        <w:t>Месединского</w:t>
      </w:r>
      <w:r w:rsidRPr="00B445FE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</w:p>
    <w:bookmarkEnd w:id="0"/>
    <w:p w:rsidR="00E51604" w:rsidRPr="00BB09EC" w:rsidRDefault="00E51604" w:rsidP="00BB09EC"/>
    <w:p w:rsidR="00E51604" w:rsidRPr="00132386" w:rsidRDefault="00E51604" w:rsidP="00562FC7">
      <w:pPr>
        <w:ind w:right="2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Опросный лист</w:t>
      </w:r>
    </w:p>
    <w:p w:rsidR="00E51604" w:rsidRDefault="00E51604" w:rsidP="0029565D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51604" w:rsidRPr="0029565D" w:rsidRDefault="00E51604" w:rsidP="00F366DB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Пожалуйста, заполните и направьте данную </w:t>
      </w:r>
      <w:r w:rsidRPr="0029565D">
        <w:rPr>
          <w:rFonts w:ascii="Times New Roman" w:hAnsi="Times New Roman" w:cs="Times New Roman"/>
          <w:sz w:val="26"/>
          <w:szCs w:val="26"/>
        </w:rPr>
        <w:t xml:space="preserve">форму по электронной почте </w:t>
      </w:r>
      <w:r>
        <w:rPr>
          <w:rFonts w:ascii="Times New Roman" w:hAnsi="Times New Roman" w:cs="Times New Roman"/>
          <w:sz w:val="26"/>
          <w:szCs w:val="26"/>
        </w:rPr>
        <w:br/>
      </w:r>
      <w:r w:rsidRPr="0029565D">
        <w:rPr>
          <w:rFonts w:ascii="Times New Roman" w:hAnsi="Times New Roman" w:cs="Times New Roman"/>
          <w:sz w:val="26"/>
          <w:szCs w:val="26"/>
        </w:rPr>
        <w:t>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29565D">
        <w:rPr>
          <w:rFonts w:ascii="Times New Roman" w:hAnsi="Times New Roman" w:cs="Times New Roman"/>
          <w:sz w:val="26"/>
          <w:szCs w:val="26"/>
        </w:rPr>
        <w:t>адрес __________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29565D">
        <w:rPr>
          <w:rFonts w:ascii="Times New Roman" w:hAnsi="Times New Roman" w:cs="Times New Roman"/>
          <w:sz w:val="26"/>
          <w:szCs w:val="26"/>
        </w:rPr>
        <w:t>______</w:t>
      </w:r>
      <w:r>
        <w:rPr>
          <w:rFonts w:ascii="Times New Roman" w:hAnsi="Times New Roman" w:cs="Times New Roman"/>
          <w:sz w:val="26"/>
          <w:szCs w:val="26"/>
        </w:rPr>
        <w:t>_________________</w:t>
      </w:r>
      <w:r w:rsidRPr="0029565D">
        <w:rPr>
          <w:rFonts w:ascii="Times New Roman" w:hAnsi="Times New Roman" w:cs="Times New Roman"/>
          <w:sz w:val="26"/>
          <w:szCs w:val="26"/>
        </w:rPr>
        <w:t>___ не позднее _____________</w:t>
      </w:r>
      <w:r>
        <w:rPr>
          <w:rFonts w:ascii="Times New Roman" w:hAnsi="Times New Roman" w:cs="Times New Roman"/>
          <w:sz w:val="26"/>
          <w:szCs w:val="26"/>
        </w:rPr>
        <w:t>______</w:t>
      </w:r>
    </w:p>
    <w:p w:rsidR="00E51604" w:rsidRDefault="00E51604" w:rsidP="0029565D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51604" w:rsidRPr="0029565D" w:rsidRDefault="00E51604" w:rsidP="0029565D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9565D">
        <w:rPr>
          <w:rFonts w:ascii="Times New Roman" w:hAnsi="Times New Roman" w:cs="Times New Roman"/>
          <w:sz w:val="26"/>
          <w:szCs w:val="26"/>
        </w:rPr>
        <w:t>Информация об участнике публичных консультаций:</w:t>
      </w:r>
    </w:p>
    <w:p w:rsidR="00E51604" w:rsidRPr="003A3805" w:rsidRDefault="00E51604" w:rsidP="00C25D78">
      <w:pPr>
        <w:ind w:right="-1"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 название организации _</w:t>
      </w:r>
      <w:r w:rsidRPr="003A3805">
        <w:rPr>
          <w:rFonts w:ascii="Times New Roman" w:hAnsi="Times New Roman" w:cs="Times New Roman"/>
        </w:rPr>
        <w:t>_</w:t>
      </w:r>
      <w:r>
        <w:rPr>
          <w:rFonts w:ascii="Times New Roman" w:hAnsi="Times New Roman" w:cs="Times New Roman"/>
        </w:rPr>
        <w:t>_______________________________</w:t>
      </w:r>
      <w:r w:rsidRPr="003A3805">
        <w:rPr>
          <w:rFonts w:ascii="Times New Roman" w:hAnsi="Times New Roman" w:cs="Times New Roman"/>
        </w:rPr>
        <w:t>_____________</w:t>
      </w:r>
    </w:p>
    <w:p w:rsidR="00E51604" w:rsidRDefault="00E51604" w:rsidP="009E4AEB">
      <w:pPr>
        <w:pStyle w:val="ConsPlusNonformat"/>
        <w:ind w:right="23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2) с</w:t>
      </w:r>
      <w:r w:rsidRPr="0029565D">
        <w:rPr>
          <w:rFonts w:ascii="Times New Roman" w:hAnsi="Times New Roman" w:cs="Times New Roman"/>
          <w:sz w:val="26"/>
          <w:szCs w:val="26"/>
        </w:rPr>
        <w:t>фера деятельности организации</w:t>
      </w:r>
      <w:r>
        <w:rPr>
          <w:rFonts w:ascii="Times New Roman" w:hAnsi="Times New Roman" w:cs="Times New Roman"/>
          <w:sz w:val="26"/>
          <w:szCs w:val="26"/>
        </w:rPr>
        <w:t xml:space="preserve"> _____________________________________</w:t>
      </w:r>
    </w:p>
    <w:p w:rsidR="00E51604" w:rsidRDefault="00E51604" w:rsidP="009E4AEB">
      <w:pPr>
        <w:pStyle w:val="ConsPlusNonformat"/>
        <w:ind w:right="23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3) фамилия, имя, отчество контактного лица ______________________________</w:t>
      </w:r>
    </w:p>
    <w:p w:rsidR="00E51604" w:rsidRPr="0029565D" w:rsidRDefault="00E51604" w:rsidP="009E4AEB">
      <w:pPr>
        <w:pStyle w:val="ConsPlusNonformat"/>
        <w:ind w:right="23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 к</w:t>
      </w:r>
      <w:r w:rsidRPr="0029565D">
        <w:rPr>
          <w:rFonts w:ascii="Times New Roman" w:hAnsi="Times New Roman" w:cs="Times New Roman"/>
          <w:sz w:val="26"/>
          <w:szCs w:val="26"/>
        </w:rPr>
        <w:t>онтактный телефон _____________________________________________</w:t>
      </w:r>
      <w:r>
        <w:rPr>
          <w:rFonts w:ascii="Times New Roman" w:hAnsi="Times New Roman" w:cs="Times New Roman"/>
          <w:sz w:val="26"/>
          <w:szCs w:val="26"/>
        </w:rPr>
        <w:t>_</w:t>
      </w:r>
      <w:r w:rsidRPr="0029565D">
        <w:rPr>
          <w:rFonts w:ascii="Times New Roman" w:hAnsi="Times New Roman" w:cs="Times New Roman"/>
          <w:sz w:val="26"/>
          <w:szCs w:val="26"/>
        </w:rPr>
        <w:t>__</w:t>
      </w:r>
    </w:p>
    <w:p w:rsidR="00E51604" w:rsidRPr="0029565D" w:rsidRDefault="00E51604" w:rsidP="009E4AEB">
      <w:pPr>
        <w:pStyle w:val="ConsPlusNonformat"/>
        <w:ind w:right="23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5) э</w:t>
      </w:r>
      <w:r w:rsidRPr="0029565D">
        <w:rPr>
          <w:rFonts w:ascii="Times New Roman" w:hAnsi="Times New Roman" w:cs="Times New Roman"/>
          <w:sz w:val="26"/>
          <w:szCs w:val="26"/>
        </w:rPr>
        <w:t>лектронный адрес _________________________________________________</w:t>
      </w:r>
    </w:p>
    <w:p w:rsidR="00E51604" w:rsidRPr="00132386" w:rsidRDefault="00E51604" w:rsidP="00562FC7">
      <w:pPr>
        <w:ind w:right="22"/>
        <w:jc w:val="center"/>
        <w:rPr>
          <w:rFonts w:ascii="Times New Roman" w:hAnsi="Times New Roman" w:cs="Times New Roman"/>
        </w:rPr>
      </w:pPr>
    </w:p>
    <w:p w:rsidR="00E51604" w:rsidRDefault="00E51604" w:rsidP="007E6B35">
      <w:pPr>
        <w:spacing w:after="120"/>
        <w:ind w:right="23" w:firstLine="709"/>
        <w:jc w:val="center"/>
        <w:rPr>
          <w:rFonts w:ascii="Times New Roman" w:hAnsi="Times New Roman" w:cs="Times New Roman"/>
        </w:rPr>
      </w:pPr>
      <w:r w:rsidRPr="00132386">
        <w:rPr>
          <w:rFonts w:ascii="Times New Roman" w:hAnsi="Times New Roman" w:cs="Times New Roman"/>
        </w:rPr>
        <w:t xml:space="preserve">Перечень вопросов в рамках проведения публичных консультаций по </w:t>
      </w:r>
      <w:r>
        <w:rPr>
          <w:rFonts w:ascii="Times New Roman" w:hAnsi="Times New Roman" w:cs="Times New Roman"/>
        </w:rPr>
        <w:t>проекту</w:t>
      </w:r>
    </w:p>
    <w:p w:rsidR="00E51604" w:rsidRDefault="00E51604" w:rsidP="00C36F4B">
      <w:pPr>
        <w:ind w:right="2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</w:t>
      </w:r>
    </w:p>
    <w:p w:rsidR="00E51604" w:rsidRPr="00DB2D66" w:rsidRDefault="00E51604" w:rsidP="007E6B35">
      <w:pPr>
        <w:spacing w:after="120"/>
        <w:ind w:right="23" w:firstLine="709"/>
        <w:jc w:val="center"/>
        <w:rPr>
          <w:rFonts w:ascii="Times New Roman" w:hAnsi="Times New Roman" w:cs="Times New Roman"/>
          <w:sz w:val="22"/>
          <w:szCs w:val="22"/>
        </w:rPr>
      </w:pPr>
      <w:r w:rsidRPr="00DB2D66">
        <w:rPr>
          <w:rFonts w:ascii="Times New Roman" w:hAnsi="Times New Roman" w:cs="Times New Roman"/>
          <w:sz w:val="22"/>
          <w:szCs w:val="22"/>
        </w:rPr>
        <w:t>(наименование проекта нормативного правового акта)</w:t>
      </w:r>
    </w:p>
    <w:p w:rsidR="00E51604" w:rsidRPr="00397083" w:rsidRDefault="00E51604" w:rsidP="00397083">
      <w:pPr>
        <w:ind w:firstLine="708"/>
        <w:jc w:val="both"/>
        <w:rPr>
          <w:rFonts w:ascii="Times New Roman" w:hAnsi="Times New Roman" w:cs="Times New Roman"/>
        </w:rPr>
      </w:pPr>
      <w:r w:rsidRPr="00397083">
        <w:rPr>
          <w:rFonts w:ascii="Times New Roman" w:hAnsi="Times New Roman" w:cs="Times New Roman"/>
        </w:rPr>
        <w:t>1. На решение какой проблемы, на Ваш взгляд, направлено предлагаемое регулирование? Актуальна ли данная проблема сегодня?</w:t>
      </w:r>
    </w:p>
    <w:p w:rsidR="00E51604" w:rsidRPr="00397083" w:rsidRDefault="00E51604" w:rsidP="00397083">
      <w:pPr>
        <w:jc w:val="both"/>
        <w:rPr>
          <w:rFonts w:ascii="Times New Roman" w:hAnsi="Times New Roman" w:cs="Times New Roman"/>
        </w:rPr>
      </w:pPr>
      <w:r w:rsidRPr="00397083">
        <w:rPr>
          <w:rFonts w:ascii="Times New Roman" w:hAnsi="Times New Roman" w:cs="Times New Roman"/>
        </w:rPr>
        <w:tab/>
        <w:t>2. Насколько цель предлагаемого регулирования соотносится с проблемой, на решение которой оно направлено? Достигнет ли, на Ваш взгляд, предлагаемое нормативное правовое регулирование тех целей, на которое оно направлено?</w:t>
      </w:r>
    </w:p>
    <w:p w:rsidR="00E51604" w:rsidRPr="00397083" w:rsidRDefault="00E51604" w:rsidP="00397083">
      <w:pPr>
        <w:jc w:val="both"/>
        <w:rPr>
          <w:rFonts w:ascii="Times New Roman" w:hAnsi="Times New Roman" w:cs="Times New Roman"/>
        </w:rPr>
      </w:pPr>
      <w:r w:rsidRPr="00397083">
        <w:rPr>
          <w:rFonts w:ascii="Times New Roman" w:hAnsi="Times New Roman" w:cs="Times New Roman"/>
        </w:rPr>
        <w:tab/>
        <w:t>3. Является ли выбранный вариант решения оптимальным? Существуют ли иные варианты достижения заявленных целей регулирования? Если да, приведите те, которые, по Вашему мнению, были бы менее затратные и (или) более эффективны.</w:t>
      </w:r>
    </w:p>
    <w:p w:rsidR="00E51604" w:rsidRPr="00397083" w:rsidRDefault="00E51604" w:rsidP="00397083">
      <w:pPr>
        <w:ind w:firstLine="708"/>
        <w:jc w:val="both"/>
        <w:rPr>
          <w:rFonts w:ascii="Times New Roman" w:hAnsi="Times New Roman" w:cs="Times New Roman"/>
        </w:rPr>
      </w:pPr>
      <w:r w:rsidRPr="00397083">
        <w:rPr>
          <w:rFonts w:ascii="Times New Roman" w:hAnsi="Times New Roman" w:cs="Times New Roman"/>
        </w:rPr>
        <w:t>4. Какие, по Вашей оценке, субъекты предпринимательской и инвестиционной деятельности будут затронуты предлагаемым регулированием?</w:t>
      </w:r>
    </w:p>
    <w:p w:rsidR="00E51604" w:rsidRPr="00397083" w:rsidRDefault="00E51604" w:rsidP="00397083">
      <w:pPr>
        <w:ind w:firstLine="708"/>
        <w:jc w:val="both"/>
        <w:rPr>
          <w:rFonts w:ascii="Times New Roman" w:hAnsi="Times New Roman" w:cs="Times New Roman"/>
        </w:rPr>
      </w:pPr>
      <w:r w:rsidRPr="00397083">
        <w:rPr>
          <w:rFonts w:ascii="Times New Roman" w:hAnsi="Times New Roman" w:cs="Times New Roman"/>
        </w:rPr>
        <w:t>5. Существуют ли в предлагаемом проекте нормативного правового акта положения, которые необоснованно затрудняют введение предпринимательской и инвестиционной деятельности? Приведите обоснования по каждому указанному положению.</w:t>
      </w:r>
    </w:p>
    <w:p w:rsidR="00E51604" w:rsidRPr="00397083" w:rsidRDefault="00E51604" w:rsidP="00397083">
      <w:pPr>
        <w:ind w:firstLine="708"/>
        <w:jc w:val="both"/>
        <w:rPr>
          <w:rFonts w:ascii="Times New Roman" w:hAnsi="Times New Roman" w:cs="Times New Roman"/>
        </w:rPr>
      </w:pPr>
      <w:r w:rsidRPr="00397083">
        <w:rPr>
          <w:rFonts w:ascii="Times New Roman" w:hAnsi="Times New Roman" w:cs="Times New Roman"/>
        </w:rPr>
        <w:t>6. К каким последствиям может привести не достижение целей правового регулирования?</w:t>
      </w:r>
    </w:p>
    <w:p w:rsidR="00E51604" w:rsidRPr="00397083" w:rsidRDefault="00E51604" w:rsidP="00397083">
      <w:pPr>
        <w:ind w:firstLine="708"/>
        <w:jc w:val="both"/>
        <w:rPr>
          <w:rFonts w:ascii="Times New Roman" w:hAnsi="Times New Roman" w:cs="Times New Roman"/>
        </w:rPr>
      </w:pPr>
      <w:r w:rsidRPr="00397083">
        <w:rPr>
          <w:rFonts w:ascii="Times New Roman" w:hAnsi="Times New Roman" w:cs="Times New Roman"/>
        </w:rPr>
        <w:t>7. Оцените предполагаемые издержки и выгоды субъектов предпринимательской и инвестиционной деятельности, возникающие при введении предлагаемого регулирования.</w:t>
      </w:r>
    </w:p>
    <w:p w:rsidR="00E51604" w:rsidRPr="00397083" w:rsidRDefault="00E51604" w:rsidP="00397083">
      <w:pPr>
        <w:ind w:firstLine="708"/>
        <w:jc w:val="both"/>
        <w:rPr>
          <w:rFonts w:ascii="Times New Roman" w:hAnsi="Times New Roman" w:cs="Times New Roman"/>
        </w:rPr>
      </w:pPr>
      <w:r w:rsidRPr="00397083">
        <w:rPr>
          <w:rFonts w:ascii="Times New Roman" w:hAnsi="Times New Roman" w:cs="Times New Roman"/>
        </w:rPr>
        <w:t>8. Какие, на Ваш взгляд, могут возникнуть проблемы и трудности с контролем соблюдения требований и норм, вводимых данным нормативным правовым актом?</w:t>
      </w:r>
    </w:p>
    <w:p w:rsidR="00E51604" w:rsidRPr="00397083" w:rsidRDefault="00E51604" w:rsidP="00397083">
      <w:pPr>
        <w:ind w:firstLine="708"/>
        <w:jc w:val="both"/>
        <w:rPr>
          <w:rFonts w:ascii="Times New Roman" w:hAnsi="Times New Roman" w:cs="Times New Roman"/>
        </w:rPr>
      </w:pPr>
      <w:r w:rsidRPr="00397083">
        <w:rPr>
          <w:rFonts w:ascii="Times New Roman" w:hAnsi="Times New Roman" w:cs="Times New Roman"/>
        </w:rPr>
        <w:t>9. 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</w:r>
    </w:p>
    <w:p w:rsidR="00E51604" w:rsidRPr="00397083" w:rsidRDefault="00E51604" w:rsidP="00397083">
      <w:pPr>
        <w:ind w:firstLine="708"/>
        <w:jc w:val="both"/>
        <w:rPr>
          <w:rFonts w:ascii="Times New Roman" w:hAnsi="Times New Roman" w:cs="Times New Roman"/>
        </w:rPr>
      </w:pPr>
      <w:r w:rsidRPr="00397083">
        <w:rPr>
          <w:rFonts w:ascii="Times New Roman" w:hAnsi="Times New Roman" w:cs="Times New Roman"/>
        </w:rPr>
        <w:t>10. Какие, на Ваш взгляд, целесообразно применить исключения по введению регулирования в отношении отдельных групп лиц, приведите соответствующее обоснование.</w:t>
      </w:r>
    </w:p>
    <w:p w:rsidR="00E51604" w:rsidRPr="00397083" w:rsidRDefault="00E51604" w:rsidP="00397083">
      <w:pPr>
        <w:ind w:firstLine="708"/>
        <w:jc w:val="both"/>
        <w:rPr>
          <w:rFonts w:ascii="Times New Roman" w:hAnsi="Times New Roman" w:cs="Times New Roman"/>
        </w:rPr>
      </w:pPr>
      <w:r w:rsidRPr="00397083">
        <w:rPr>
          <w:rFonts w:ascii="Times New Roman" w:hAnsi="Times New Roman" w:cs="Times New Roman"/>
        </w:rPr>
        <w:t>11. Иные предложения и замечания, которые, по Вашему мнению, целесообразно учесть в рамках оценки регулирующего воздействия.</w:t>
      </w:r>
    </w:p>
    <w:p w:rsidR="00E51604" w:rsidRPr="00397083" w:rsidRDefault="00E51604" w:rsidP="00397083">
      <w:pPr>
        <w:ind w:firstLine="708"/>
        <w:jc w:val="both"/>
        <w:rPr>
          <w:rFonts w:ascii="Times New Roman" w:hAnsi="Times New Roman" w:cs="Times New Roman"/>
        </w:rPr>
      </w:pPr>
    </w:p>
    <w:p w:rsidR="00E51604" w:rsidRPr="00397083" w:rsidRDefault="00E51604" w:rsidP="00397083">
      <w:pPr>
        <w:widowControl/>
        <w:autoSpaceDE/>
        <w:autoSpaceDN/>
        <w:adjustRightInd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51604" w:rsidRPr="00C80E46" w:rsidRDefault="00E51604" w:rsidP="00397083">
      <w:pPr>
        <w:ind w:firstLine="708"/>
        <w:jc w:val="both"/>
        <w:rPr>
          <w:rFonts w:ascii="Times New Roman" w:hAnsi="Times New Roman" w:cs="Times New Roman"/>
        </w:rPr>
      </w:pPr>
    </w:p>
    <w:sectPr w:rsidR="00E51604" w:rsidRPr="00C80E46" w:rsidSect="00FA7A10">
      <w:headerReference w:type="default" r:id="rId7"/>
      <w:pgSz w:w="11906" w:h="16838"/>
      <w:pgMar w:top="1134" w:right="849" w:bottom="96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1604" w:rsidRDefault="00E51604" w:rsidP="00BB39BD">
      <w:r>
        <w:separator/>
      </w:r>
    </w:p>
  </w:endnote>
  <w:endnote w:type="continuationSeparator" w:id="1">
    <w:p w:rsidR="00E51604" w:rsidRDefault="00E51604" w:rsidP="00BB39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1604" w:rsidRDefault="00E51604" w:rsidP="00BB39BD">
      <w:r>
        <w:separator/>
      </w:r>
    </w:p>
  </w:footnote>
  <w:footnote w:type="continuationSeparator" w:id="1">
    <w:p w:rsidR="00E51604" w:rsidRDefault="00E51604" w:rsidP="00BB39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604" w:rsidRPr="004F1000" w:rsidRDefault="00E51604">
    <w:pPr>
      <w:pStyle w:val="Header"/>
      <w:jc w:val="center"/>
      <w:rPr>
        <w:rFonts w:ascii="Times New Roman" w:hAnsi="Times New Roman" w:cs="Times New Roman"/>
      </w:rPr>
    </w:pPr>
    <w:r w:rsidRPr="004F1000">
      <w:rPr>
        <w:rFonts w:ascii="Times New Roman" w:hAnsi="Times New Roman" w:cs="Times New Roman"/>
      </w:rPr>
      <w:fldChar w:fldCharType="begin"/>
    </w:r>
    <w:r w:rsidRPr="004F1000">
      <w:rPr>
        <w:rFonts w:ascii="Times New Roman" w:hAnsi="Times New Roman" w:cs="Times New Roman"/>
      </w:rPr>
      <w:instrText xml:space="preserve"> PAGE   \* MERGEFORMAT </w:instrText>
    </w:r>
    <w:r w:rsidRPr="004F1000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2</w:t>
    </w:r>
    <w:r w:rsidRPr="004F1000">
      <w:rPr>
        <w:rFonts w:ascii="Times New Roman" w:hAnsi="Times New Roman" w:cs="Times New Roman"/>
      </w:rPr>
      <w:fldChar w:fldCharType="end"/>
    </w:r>
  </w:p>
  <w:p w:rsidR="00E51604" w:rsidRDefault="00E5160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43837"/>
    <w:multiLevelType w:val="hybridMultilevel"/>
    <w:tmpl w:val="A9B659FC"/>
    <w:lvl w:ilvl="0" w:tplc="D94CE8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3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2FC7"/>
    <w:rsid w:val="000026B6"/>
    <w:rsid w:val="0000387C"/>
    <w:rsid w:val="000A7CB0"/>
    <w:rsid w:val="00132386"/>
    <w:rsid w:val="001D10B9"/>
    <w:rsid w:val="001D7290"/>
    <w:rsid w:val="001E51F2"/>
    <w:rsid w:val="001F3D79"/>
    <w:rsid w:val="0022289C"/>
    <w:rsid w:val="0029565D"/>
    <w:rsid w:val="002F0E08"/>
    <w:rsid w:val="002F4534"/>
    <w:rsid w:val="0032635E"/>
    <w:rsid w:val="00330F8D"/>
    <w:rsid w:val="0033777C"/>
    <w:rsid w:val="00370970"/>
    <w:rsid w:val="00397083"/>
    <w:rsid w:val="003A3805"/>
    <w:rsid w:val="003A5CB6"/>
    <w:rsid w:val="003B0932"/>
    <w:rsid w:val="003F0100"/>
    <w:rsid w:val="003F32E9"/>
    <w:rsid w:val="00413CC3"/>
    <w:rsid w:val="00425685"/>
    <w:rsid w:val="0044716E"/>
    <w:rsid w:val="004B085F"/>
    <w:rsid w:val="004C5945"/>
    <w:rsid w:val="004F1000"/>
    <w:rsid w:val="00511746"/>
    <w:rsid w:val="0052663B"/>
    <w:rsid w:val="00562FC7"/>
    <w:rsid w:val="00595D05"/>
    <w:rsid w:val="005C0A8D"/>
    <w:rsid w:val="005F63F0"/>
    <w:rsid w:val="00651C4E"/>
    <w:rsid w:val="0066660A"/>
    <w:rsid w:val="006A0936"/>
    <w:rsid w:val="007377A0"/>
    <w:rsid w:val="007710A1"/>
    <w:rsid w:val="007A1785"/>
    <w:rsid w:val="007E6B35"/>
    <w:rsid w:val="008A5AD8"/>
    <w:rsid w:val="008D2C38"/>
    <w:rsid w:val="00902D25"/>
    <w:rsid w:val="00903A0B"/>
    <w:rsid w:val="00951DAE"/>
    <w:rsid w:val="00962D48"/>
    <w:rsid w:val="0097369C"/>
    <w:rsid w:val="009B0D4C"/>
    <w:rsid w:val="009E4AEB"/>
    <w:rsid w:val="00A178FE"/>
    <w:rsid w:val="00A62CCA"/>
    <w:rsid w:val="00AB6C44"/>
    <w:rsid w:val="00AF179A"/>
    <w:rsid w:val="00B144E4"/>
    <w:rsid w:val="00B3696E"/>
    <w:rsid w:val="00B445FE"/>
    <w:rsid w:val="00B63C54"/>
    <w:rsid w:val="00B73A31"/>
    <w:rsid w:val="00BA01E3"/>
    <w:rsid w:val="00BA2967"/>
    <w:rsid w:val="00BB09EC"/>
    <w:rsid w:val="00BB294A"/>
    <w:rsid w:val="00BB39BD"/>
    <w:rsid w:val="00BE2406"/>
    <w:rsid w:val="00C00678"/>
    <w:rsid w:val="00C22EA8"/>
    <w:rsid w:val="00C25D78"/>
    <w:rsid w:val="00C34C9C"/>
    <w:rsid w:val="00C357CA"/>
    <w:rsid w:val="00C36F4B"/>
    <w:rsid w:val="00C60B72"/>
    <w:rsid w:val="00C77DE7"/>
    <w:rsid w:val="00C80E46"/>
    <w:rsid w:val="00CA05F8"/>
    <w:rsid w:val="00D377D4"/>
    <w:rsid w:val="00D76C6D"/>
    <w:rsid w:val="00DA537E"/>
    <w:rsid w:val="00DB2D66"/>
    <w:rsid w:val="00DB5A97"/>
    <w:rsid w:val="00DC7561"/>
    <w:rsid w:val="00E461BE"/>
    <w:rsid w:val="00E51604"/>
    <w:rsid w:val="00E52CBC"/>
    <w:rsid w:val="00F366DB"/>
    <w:rsid w:val="00F970C1"/>
    <w:rsid w:val="00FA4A72"/>
    <w:rsid w:val="00FA7A10"/>
    <w:rsid w:val="00FD4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FC7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62FC7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62FC7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">
    <w:name w:val="Гипертекстовая ссылка"/>
    <w:basedOn w:val="DefaultParagraphFont"/>
    <w:uiPriority w:val="99"/>
    <w:rsid w:val="00562FC7"/>
    <w:rPr>
      <w:color w:val="auto"/>
    </w:rPr>
  </w:style>
  <w:style w:type="paragraph" w:styleId="BodyText">
    <w:name w:val="Body Text"/>
    <w:basedOn w:val="Normal"/>
    <w:link w:val="BodyTextChar"/>
    <w:uiPriority w:val="99"/>
    <w:rsid w:val="00562FC7"/>
    <w:pPr>
      <w:widowControl/>
      <w:autoSpaceDE/>
      <w:autoSpaceDN/>
      <w:adjustRightInd/>
      <w:jc w:val="both"/>
    </w:pPr>
    <w:rPr>
      <w:rFonts w:ascii="Calibri" w:eastAsia="Times New Roman" w:hAnsi="Calibri" w:cs="Calibri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62FC7"/>
    <w:rPr>
      <w:rFonts w:ascii="Calibri" w:hAnsi="Calibri" w:cs="Calibri"/>
      <w:sz w:val="28"/>
      <w:szCs w:val="28"/>
      <w:lang w:eastAsia="ru-RU"/>
    </w:rPr>
  </w:style>
  <w:style w:type="paragraph" w:styleId="Header">
    <w:name w:val="header"/>
    <w:basedOn w:val="Normal"/>
    <w:link w:val="HeaderChar"/>
    <w:uiPriority w:val="99"/>
    <w:rsid w:val="00BB39B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B39BD"/>
    <w:rPr>
      <w:rFonts w:ascii="Arial" w:eastAsia="Times New Roman" w:hAnsi="Arial" w:cs="Arial"/>
      <w:sz w:val="26"/>
      <w:szCs w:val="26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BB39B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B39BD"/>
    <w:rPr>
      <w:rFonts w:ascii="Arial" w:eastAsia="Times New Roman" w:hAnsi="Arial" w:cs="Arial"/>
      <w:sz w:val="26"/>
      <w:szCs w:val="26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F10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F100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29565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9096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124</TotalTime>
  <Pages>2</Pages>
  <Words>416</Words>
  <Characters>2374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kuznecovama</dc:creator>
  <cp:keywords/>
  <dc:description/>
  <cp:lastModifiedBy>SamLab.ws</cp:lastModifiedBy>
  <cp:revision>45</cp:revision>
  <cp:lastPrinted>2017-02-10T03:45:00Z</cp:lastPrinted>
  <dcterms:created xsi:type="dcterms:W3CDTF">2014-07-02T10:12:00Z</dcterms:created>
  <dcterms:modified xsi:type="dcterms:W3CDTF">2022-03-24T04:13:00Z</dcterms:modified>
</cp:coreProperties>
</file>